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54" w:rsidRPr="00411223" w:rsidRDefault="00AD1E54" w:rsidP="00125D3A">
      <w:pPr>
        <w:ind w:firstLine="708"/>
        <w:jc w:val="right"/>
        <w:rPr>
          <w:rFonts w:ascii="Arial" w:hAnsi="Arial" w:cs="Arial"/>
          <w:sz w:val="22"/>
          <w:szCs w:val="22"/>
        </w:rPr>
      </w:pPr>
      <w:r w:rsidRPr="00411223">
        <w:rPr>
          <w:rFonts w:ascii="Arial" w:hAnsi="Arial" w:cs="Arial"/>
          <w:sz w:val="22"/>
          <w:szCs w:val="22"/>
        </w:rPr>
        <w:t>PROJEKT</w:t>
      </w:r>
    </w:p>
    <w:p w:rsidR="00AD1E54" w:rsidRPr="00411223" w:rsidRDefault="00AD1E54" w:rsidP="005B6C0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11223">
        <w:rPr>
          <w:rFonts w:ascii="Arial" w:hAnsi="Arial" w:cs="Arial"/>
          <w:b/>
          <w:bCs/>
          <w:sz w:val="22"/>
          <w:szCs w:val="22"/>
        </w:rPr>
        <w:t>UCHWAŁA NR ...................../2013</w:t>
      </w:r>
    </w:p>
    <w:p w:rsidR="00AD1E54" w:rsidRPr="00411223" w:rsidRDefault="00AD1E54" w:rsidP="005B6C0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11223">
        <w:rPr>
          <w:rFonts w:ascii="Arial" w:hAnsi="Arial" w:cs="Arial"/>
          <w:b/>
          <w:bCs/>
          <w:sz w:val="22"/>
          <w:szCs w:val="22"/>
        </w:rPr>
        <w:t>RADY MIEJSKIEJ W BARLINKU</w:t>
      </w:r>
    </w:p>
    <w:p w:rsidR="00AD1E54" w:rsidRPr="00411223" w:rsidRDefault="00AD1E5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11223">
        <w:rPr>
          <w:rFonts w:ascii="Arial" w:hAnsi="Arial" w:cs="Arial"/>
          <w:b/>
          <w:bCs/>
          <w:sz w:val="22"/>
          <w:szCs w:val="22"/>
        </w:rPr>
        <w:t>z dnia ............................ 2013 r.</w:t>
      </w:r>
    </w:p>
    <w:p w:rsidR="00AD1E54" w:rsidRPr="00411223" w:rsidRDefault="00AD1E54">
      <w:pPr>
        <w:jc w:val="both"/>
        <w:rPr>
          <w:rFonts w:ascii="Arial" w:hAnsi="Arial" w:cs="Arial"/>
          <w:sz w:val="22"/>
          <w:szCs w:val="22"/>
        </w:rPr>
      </w:pPr>
    </w:p>
    <w:p w:rsidR="00AD1E54" w:rsidRPr="00411223" w:rsidRDefault="00AD1E54">
      <w:pPr>
        <w:jc w:val="both"/>
        <w:rPr>
          <w:rFonts w:ascii="Arial" w:hAnsi="Arial" w:cs="Arial"/>
          <w:sz w:val="22"/>
          <w:szCs w:val="22"/>
        </w:rPr>
      </w:pPr>
    </w:p>
    <w:p w:rsidR="00AD1E54" w:rsidRPr="00411223" w:rsidRDefault="00AD1E54" w:rsidP="00D839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11223">
        <w:rPr>
          <w:rFonts w:ascii="Arial" w:hAnsi="Arial" w:cs="Arial"/>
          <w:b/>
          <w:bCs/>
          <w:sz w:val="22"/>
          <w:szCs w:val="22"/>
        </w:rPr>
        <w:t>w sprawie zatwierdzenia taryf dla zbiorowego zaopatrzenia w wodę i zbiorowego odprowadzania ścieków na terenie Gminy Barlinek w okresie od dnia 01.02.2014 r. do dnia 31.01.2015 r.</w:t>
      </w:r>
    </w:p>
    <w:p w:rsidR="00AD1E54" w:rsidRPr="00411223" w:rsidRDefault="00AD1E54" w:rsidP="00064625">
      <w:pPr>
        <w:jc w:val="both"/>
        <w:rPr>
          <w:rFonts w:ascii="Arial" w:hAnsi="Arial" w:cs="Arial"/>
          <w:sz w:val="22"/>
          <w:szCs w:val="22"/>
        </w:rPr>
      </w:pPr>
    </w:p>
    <w:p w:rsidR="00AD1E54" w:rsidRPr="00411223" w:rsidRDefault="00AD1E54" w:rsidP="00064625">
      <w:pPr>
        <w:jc w:val="both"/>
        <w:rPr>
          <w:rFonts w:ascii="Arial" w:hAnsi="Arial" w:cs="Arial"/>
          <w:sz w:val="22"/>
          <w:szCs w:val="22"/>
        </w:rPr>
      </w:pPr>
    </w:p>
    <w:p w:rsidR="00AD1E54" w:rsidRPr="00732132" w:rsidRDefault="00AD1E54" w:rsidP="007321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1454">
        <w:rPr>
          <w:rFonts w:ascii="Arial" w:hAnsi="Arial" w:cs="Arial"/>
          <w:sz w:val="20"/>
          <w:szCs w:val="20"/>
        </w:rPr>
        <w:tab/>
      </w:r>
      <w:r w:rsidRPr="00732132">
        <w:rPr>
          <w:rFonts w:ascii="Arial" w:hAnsi="Arial" w:cs="Arial"/>
          <w:sz w:val="22"/>
          <w:szCs w:val="22"/>
        </w:rPr>
        <w:t>Na podstawie art. 18 ust. 2 pkt 15 ustawy z dnia 8 marca 1990 r. o s</w:t>
      </w:r>
      <w:r>
        <w:rPr>
          <w:rFonts w:ascii="Arial" w:hAnsi="Arial" w:cs="Arial"/>
          <w:sz w:val="22"/>
          <w:szCs w:val="22"/>
        </w:rPr>
        <w:t>amorządzie gminnym (Dz. U. z 20</w:t>
      </w:r>
      <w:r w:rsidRPr="0073213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3 r. poz. 594; ze zmianami.) oraz art. 24 ust. 1</w:t>
      </w:r>
      <w:r w:rsidRPr="00732132">
        <w:rPr>
          <w:rFonts w:ascii="Arial" w:hAnsi="Arial" w:cs="Arial"/>
          <w:sz w:val="22"/>
          <w:szCs w:val="22"/>
        </w:rPr>
        <w:t xml:space="preserve"> ustawy z dnia </w:t>
      </w:r>
      <w:r>
        <w:rPr>
          <w:rFonts w:ascii="Arial" w:hAnsi="Arial" w:cs="Arial"/>
          <w:sz w:val="22"/>
          <w:szCs w:val="22"/>
        </w:rPr>
        <w:br/>
      </w:r>
      <w:r w:rsidRPr="00732132">
        <w:rPr>
          <w:rFonts w:ascii="Arial" w:hAnsi="Arial" w:cs="Arial"/>
          <w:sz w:val="22"/>
          <w:szCs w:val="22"/>
        </w:rPr>
        <w:t xml:space="preserve">7 czerwca 2001 r. o zbiorowym zaopatrzeniu w wodę i zbiorowym odprowadzaniu ścieków </w:t>
      </w:r>
      <w:r>
        <w:rPr>
          <w:rFonts w:ascii="Arial" w:hAnsi="Arial" w:cs="Arial"/>
          <w:sz w:val="22"/>
          <w:szCs w:val="22"/>
        </w:rPr>
        <w:br/>
      </w:r>
      <w:r w:rsidRPr="00732132">
        <w:rPr>
          <w:rFonts w:ascii="Arial" w:hAnsi="Arial" w:cs="Arial"/>
          <w:sz w:val="22"/>
          <w:szCs w:val="22"/>
        </w:rPr>
        <w:t>(Dz. U. z 2006 r. Nr 123, poz. 8</w:t>
      </w:r>
      <w:r>
        <w:rPr>
          <w:rFonts w:ascii="Arial" w:hAnsi="Arial" w:cs="Arial"/>
          <w:sz w:val="22"/>
          <w:szCs w:val="22"/>
        </w:rPr>
        <w:t>58; ze</w:t>
      </w:r>
      <w:r w:rsidRPr="00732132">
        <w:rPr>
          <w:rFonts w:ascii="Arial" w:hAnsi="Arial" w:cs="Arial"/>
          <w:sz w:val="22"/>
          <w:szCs w:val="22"/>
        </w:rPr>
        <w:t xml:space="preserve"> zm</w:t>
      </w:r>
      <w:r>
        <w:rPr>
          <w:rFonts w:ascii="Arial" w:hAnsi="Arial" w:cs="Arial"/>
          <w:sz w:val="22"/>
          <w:szCs w:val="22"/>
        </w:rPr>
        <w:t>ianami</w:t>
      </w:r>
      <w:r w:rsidRPr="00732132">
        <w:rPr>
          <w:rFonts w:ascii="Arial" w:hAnsi="Arial" w:cs="Arial"/>
          <w:sz w:val="22"/>
          <w:szCs w:val="22"/>
        </w:rPr>
        <w:t>) uchwala się, co następuje:</w:t>
      </w:r>
    </w:p>
    <w:p w:rsidR="00AD1E54" w:rsidRPr="00732132" w:rsidRDefault="00AD1E54" w:rsidP="007321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AD1E54" w:rsidRPr="00732132" w:rsidRDefault="00AD1E54" w:rsidP="007321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732132">
        <w:rPr>
          <w:rFonts w:ascii="Arial" w:hAnsi="Arial" w:cs="Arial"/>
          <w:b/>
          <w:bCs/>
          <w:sz w:val="22"/>
          <w:szCs w:val="22"/>
        </w:rPr>
        <w:t>§ 1</w:t>
      </w:r>
      <w:r w:rsidRPr="00732132">
        <w:rPr>
          <w:rFonts w:ascii="Arial" w:hAnsi="Arial" w:cs="Arial"/>
          <w:sz w:val="22"/>
          <w:szCs w:val="22"/>
        </w:rPr>
        <w:t>. Zatwierdza się taryfę:</w:t>
      </w:r>
    </w:p>
    <w:p w:rsidR="00AD1E54" w:rsidRPr="00125D3A" w:rsidRDefault="00AD1E54" w:rsidP="0073213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2132">
        <w:rPr>
          <w:rFonts w:ascii="Arial" w:hAnsi="Arial" w:cs="Arial"/>
          <w:sz w:val="22"/>
          <w:szCs w:val="22"/>
        </w:rPr>
        <w:t xml:space="preserve">dla zbiorowego zaopatrzenia w wodę na terenie </w:t>
      </w:r>
      <w:r>
        <w:rPr>
          <w:rFonts w:ascii="Arial" w:hAnsi="Arial" w:cs="Arial"/>
          <w:sz w:val="22"/>
          <w:szCs w:val="22"/>
        </w:rPr>
        <w:t>miasta i gminy Barlinek, zgodnie z </w:t>
      </w:r>
      <w:r w:rsidRPr="00732132">
        <w:rPr>
          <w:rFonts w:ascii="Arial" w:hAnsi="Arial" w:cs="Arial"/>
          <w:sz w:val="22"/>
          <w:szCs w:val="22"/>
        </w:rPr>
        <w:t>załącznikiem nr 1 do niniejszej uchwały</w:t>
      </w:r>
      <w:r>
        <w:rPr>
          <w:rFonts w:ascii="Arial" w:hAnsi="Arial" w:cs="Arial"/>
          <w:sz w:val="22"/>
          <w:szCs w:val="22"/>
        </w:rPr>
        <w:t>, według podziału na grupy taryfowe:</w:t>
      </w:r>
    </w:p>
    <w:p w:rsidR="00AD1E54" w:rsidRDefault="00AD1E54" w:rsidP="00125D3A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grupa taryfowa obejmująca gospodarstwa domowe,</w:t>
      </w:r>
    </w:p>
    <w:p w:rsidR="00AD1E54" w:rsidRPr="00732132" w:rsidRDefault="00AD1E54" w:rsidP="00125D3A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grupa taryfowa obejmująca pozostałych odbiorców, </w:t>
      </w:r>
    </w:p>
    <w:p w:rsidR="00AD1E54" w:rsidRPr="00125D3A" w:rsidRDefault="00AD1E54" w:rsidP="00125D3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2132">
        <w:rPr>
          <w:rFonts w:ascii="Arial" w:hAnsi="Arial" w:cs="Arial"/>
          <w:sz w:val="22"/>
          <w:szCs w:val="22"/>
        </w:rPr>
        <w:t xml:space="preserve">dla zbiorowego odprowadzania ścieków na terenie </w:t>
      </w:r>
      <w:r>
        <w:rPr>
          <w:rFonts w:ascii="Arial" w:hAnsi="Arial" w:cs="Arial"/>
          <w:sz w:val="22"/>
          <w:szCs w:val="22"/>
        </w:rPr>
        <w:t>miasta i g</w:t>
      </w:r>
      <w:r w:rsidRPr="00732132">
        <w:rPr>
          <w:rFonts w:ascii="Arial" w:hAnsi="Arial" w:cs="Arial"/>
          <w:sz w:val="22"/>
          <w:szCs w:val="22"/>
        </w:rPr>
        <w:t xml:space="preserve">miny Barlinek, zgodnie </w:t>
      </w:r>
      <w:r>
        <w:rPr>
          <w:rFonts w:ascii="Arial" w:hAnsi="Arial" w:cs="Arial"/>
          <w:sz w:val="22"/>
          <w:szCs w:val="22"/>
        </w:rPr>
        <w:br/>
      </w:r>
      <w:r w:rsidRPr="00732132">
        <w:rPr>
          <w:rFonts w:ascii="Arial" w:hAnsi="Arial" w:cs="Arial"/>
          <w:sz w:val="22"/>
          <w:szCs w:val="22"/>
        </w:rPr>
        <w:t>z załącznikiem nr 2 do niniejszej uchwały</w:t>
      </w:r>
      <w:r>
        <w:rPr>
          <w:rFonts w:ascii="Arial" w:hAnsi="Arial" w:cs="Arial"/>
          <w:sz w:val="22"/>
          <w:szCs w:val="22"/>
        </w:rPr>
        <w:t xml:space="preserve">, </w:t>
      </w:r>
      <w:r w:rsidRPr="00125D3A">
        <w:rPr>
          <w:rFonts w:ascii="Arial" w:hAnsi="Arial" w:cs="Arial"/>
          <w:sz w:val="22"/>
          <w:szCs w:val="22"/>
        </w:rPr>
        <w:t>według podziału na grupy taryfowe:</w:t>
      </w:r>
    </w:p>
    <w:p w:rsidR="00AD1E54" w:rsidRDefault="00AD1E54" w:rsidP="00125D3A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grupa taryfowa obejmująca gospodarstwa domowe,</w:t>
      </w:r>
    </w:p>
    <w:p w:rsidR="00AD1E54" w:rsidRDefault="00AD1E54" w:rsidP="00125D3A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grupa taryfowa obejmująca pozostałych odbiorców. </w:t>
      </w:r>
    </w:p>
    <w:p w:rsidR="00AD1E54" w:rsidRPr="00125D3A" w:rsidRDefault="00AD1E54" w:rsidP="00125D3A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</w:p>
    <w:p w:rsidR="00AD1E54" w:rsidRDefault="00AD1E54" w:rsidP="00506D06">
      <w:pPr>
        <w:tabs>
          <w:tab w:val="left" w:pos="-2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732132">
        <w:rPr>
          <w:rFonts w:ascii="Arial" w:hAnsi="Arial" w:cs="Arial"/>
          <w:b/>
          <w:bCs/>
          <w:sz w:val="22"/>
          <w:szCs w:val="22"/>
        </w:rPr>
        <w:t>§ 2</w:t>
      </w:r>
      <w:r w:rsidRPr="00732132">
        <w:rPr>
          <w:rFonts w:ascii="Arial" w:hAnsi="Arial" w:cs="Arial"/>
          <w:sz w:val="22"/>
          <w:szCs w:val="22"/>
        </w:rPr>
        <w:t xml:space="preserve">. Zatwierdza się stawkę opłaty abonenckiej dla obu grup taryfowych za pobór wody </w:t>
      </w:r>
      <w:r>
        <w:rPr>
          <w:rFonts w:ascii="Arial" w:hAnsi="Arial" w:cs="Arial"/>
          <w:sz w:val="22"/>
          <w:szCs w:val="22"/>
        </w:rPr>
        <w:br/>
      </w:r>
      <w:r w:rsidRPr="00732132">
        <w:rPr>
          <w:rFonts w:ascii="Arial" w:hAnsi="Arial" w:cs="Arial"/>
          <w:sz w:val="22"/>
          <w:szCs w:val="22"/>
        </w:rPr>
        <w:t xml:space="preserve">w wysokości netto </w:t>
      </w:r>
      <w:r w:rsidRPr="00F80B09">
        <w:rPr>
          <w:rFonts w:ascii="Arial" w:hAnsi="Arial" w:cs="Arial"/>
          <w:sz w:val="22"/>
          <w:szCs w:val="22"/>
        </w:rPr>
        <w:t>- 2,78 zł/</w:t>
      </w:r>
      <w:r w:rsidRPr="00732132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-</w:t>
      </w:r>
      <w:r w:rsidRPr="00732132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 ( słownie: dwa złote 78/100).</w:t>
      </w:r>
    </w:p>
    <w:p w:rsidR="00AD1E54" w:rsidRPr="00732132" w:rsidRDefault="00AD1E54" w:rsidP="00732132">
      <w:pPr>
        <w:spacing w:line="360" w:lineRule="auto"/>
        <w:ind w:firstLine="709"/>
        <w:jc w:val="both"/>
        <w:rPr>
          <w:rStyle w:val="Teksttreci2Pogrubienie"/>
          <w:rFonts w:ascii="Arial" w:hAnsi="Arial" w:cs="Arial"/>
          <w:b w:val="0"/>
          <w:bCs w:val="0"/>
          <w:sz w:val="22"/>
          <w:szCs w:val="22"/>
        </w:rPr>
      </w:pPr>
    </w:p>
    <w:p w:rsidR="00AD1E54" w:rsidRDefault="00AD1E54" w:rsidP="008D688A">
      <w:pPr>
        <w:pStyle w:val="Teksttreci30"/>
        <w:shd w:val="clear" w:color="auto" w:fill="auto"/>
        <w:spacing w:before="0" w:line="346" w:lineRule="exact"/>
        <w:ind w:right="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  <w:t>§ 3</w:t>
      </w:r>
      <w:r w:rsidRPr="00125D3A">
        <w:rPr>
          <w:rFonts w:ascii="Arial" w:hAnsi="Arial" w:cs="Arial"/>
          <w:b/>
          <w:bCs/>
          <w:sz w:val="22"/>
          <w:szCs w:val="22"/>
        </w:rPr>
        <w:t xml:space="preserve">. </w:t>
      </w:r>
      <w:r w:rsidRPr="00125D3A">
        <w:rPr>
          <w:rFonts w:ascii="Arial" w:hAnsi="Arial" w:cs="Arial"/>
          <w:sz w:val="22"/>
          <w:szCs w:val="22"/>
        </w:rPr>
        <w:t>1. Do ceny stawek i opłat, o których mowa w § 1</w:t>
      </w:r>
      <w:r>
        <w:rPr>
          <w:rFonts w:ascii="Arial" w:hAnsi="Arial" w:cs="Arial"/>
          <w:sz w:val="22"/>
          <w:szCs w:val="22"/>
        </w:rPr>
        <w:t xml:space="preserve"> i 2 doliczony zostanie podatek </w:t>
      </w:r>
      <w:r w:rsidRPr="00125D3A">
        <w:rPr>
          <w:rFonts w:ascii="Arial" w:hAnsi="Arial" w:cs="Arial"/>
          <w:sz w:val="22"/>
          <w:szCs w:val="22"/>
        </w:rPr>
        <w:t xml:space="preserve">VAT </w:t>
      </w:r>
      <w:r>
        <w:rPr>
          <w:rFonts w:ascii="Arial" w:hAnsi="Arial" w:cs="Arial"/>
          <w:sz w:val="22"/>
          <w:szCs w:val="22"/>
        </w:rPr>
        <w:br/>
      </w:r>
      <w:r w:rsidRPr="00125D3A">
        <w:rPr>
          <w:rFonts w:ascii="Arial" w:hAnsi="Arial" w:cs="Arial"/>
          <w:sz w:val="22"/>
          <w:szCs w:val="22"/>
        </w:rPr>
        <w:t>w wysokości wynikającej z obowiązujących przepisów prawa w tym zakresie.</w:t>
      </w:r>
    </w:p>
    <w:p w:rsidR="00AD1E54" w:rsidRPr="00732132" w:rsidRDefault="00AD1E54" w:rsidP="00732132">
      <w:pPr>
        <w:spacing w:line="360" w:lineRule="auto"/>
        <w:jc w:val="both"/>
        <w:rPr>
          <w:rStyle w:val="Teksttreci2Pogrubienie"/>
          <w:rFonts w:ascii="Arial" w:hAnsi="Arial" w:cs="Arial"/>
          <w:b w:val="0"/>
          <w:bCs w:val="0"/>
          <w:sz w:val="22"/>
          <w:szCs w:val="22"/>
        </w:rPr>
      </w:pPr>
    </w:p>
    <w:p w:rsidR="00AD1E54" w:rsidRPr="00732132" w:rsidRDefault="00AD1E54" w:rsidP="00F33977">
      <w:pPr>
        <w:tabs>
          <w:tab w:val="left" w:pos="-24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21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§ 4</w:t>
      </w:r>
      <w:r w:rsidRPr="00732132">
        <w:rPr>
          <w:rFonts w:ascii="Arial" w:hAnsi="Arial" w:cs="Arial"/>
          <w:b/>
          <w:bCs/>
          <w:sz w:val="22"/>
          <w:szCs w:val="22"/>
        </w:rPr>
        <w:t xml:space="preserve"> </w:t>
      </w:r>
      <w:r w:rsidRPr="00732132">
        <w:rPr>
          <w:rFonts w:ascii="Arial" w:hAnsi="Arial" w:cs="Arial"/>
          <w:sz w:val="22"/>
          <w:szCs w:val="22"/>
        </w:rPr>
        <w:t>Wykonanie uchwały powierza się Burmistrzowi Barlinka.</w:t>
      </w:r>
    </w:p>
    <w:p w:rsidR="00AD1E54" w:rsidRPr="00732132" w:rsidRDefault="00AD1E54" w:rsidP="00C20116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Default="00AD1E54" w:rsidP="00F339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2132">
        <w:rPr>
          <w:rFonts w:ascii="Arial" w:hAnsi="Arial" w:cs="Arial"/>
          <w:b/>
          <w:bCs/>
          <w:sz w:val="22"/>
          <w:szCs w:val="22"/>
        </w:rPr>
        <w:tab/>
        <w:t xml:space="preserve">§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732132">
        <w:rPr>
          <w:rFonts w:ascii="Arial" w:hAnsi="Arial" w:cs="Arial"/>
          <w:sz w:val="22"/>
          <w:szCs w:val="22"/>
        </w:rPr>
        <w:t>. Uchwała wchod</w:t>
      </w:r>
      <w:r>
        <w:rPr>
          <w:rFonts w:ascii="Arial" w:hAnsi="Arial" w:cs="Arial"/>
          <w:sz w:val="22"/>
          <w:szCs w:val="22"/>
        </w:rPr>
        <w:t>zi w życie z dniem 1 lutego 2014</w:t>
      </w:r>
      <w:r w:rsidRPr="00732132">
        <w:rPr>
          <w:rFonts w:ascii="Arial" w:hAnsi="Arial" w:cs="Arial"/>
          <w:sz w:val="22"/>
          <w:szCs w:val="22"/>
        </w:rPr>
        <w:t xml:space="preserve"> r. </w:t>
      </w:r>
    </w:p>
    <w:p w:rsidR="00AD1E54" w:rsidRDefault="00AD1E54" w:rsidP="000D567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Default="00AD1E54" w:rsidP="000D567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Default="00AD1E54" w:rsidP="000D567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Default="00AD1E54" w:rsidP="00D75637">
      <w:pPr>
        <w:ind w:firstLine="6240"/>
        <w:jc w:val="both"/>
        <w:rPr>
          <w:rFonts w:ascii="Arial" w:hAnsi="Arial" w:cs="Arial"/>
          <w:sz w:val="16"/>
          <w:szCs w:val="16"/>
        </w:rPr>
      </w:pPr>
    </w:p>
    <w:p w:rsidR="00AD1E54" w:rsidRPr="00125D3A" w:rsidRDefault="00AD1E54" w:rsidP="00D75637">
      <w:pPr>
        <w:ind w:firstLine="6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Załącznik nr 1 </w:t>
      </w:r>
    </w:p>
    <w:p w:rsidR="00AD1E54" w:rsidRDefault="00AD1E54" w:rsidP="00CD473A">
      <w:pPr>
        <w:tabs>
          <w:tab w:val="left" w:pos="-2640"/>
        </w:tabs>
        <w:ind w:firstLine="62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Uchwały Rady Miejskiej w Barlinku</w:t>
      </w:r>
    </w:p>
    <w:p w:rsidR="00AD1E54" w:rsidRDefault="00AD1E54" w:rsidP="00CD473A">
      <w:pPr>
        <w:tabs>
          <w:tab w:val="left" w:pos="-2640"/>
        </w:tabs>
        <w:ind w:firstLine="62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Nr…………………</w:t>
      </w:r>
    </w:p>
    <w:p w:rsidR="00AD1E54" w:rsidRPr="00732132" w:rsidRDefault="00AD1E54" w:rsidP="00CD473A">
      <w:pPr>
        <w:tabs>
          <w:tab w:val="left" w:pos="-2400"/>
        </w:tabs>
        <w:ind w:firstLine="62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 dnia…………………………… </w:t>
      </w: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337FD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F60BC">
        <w:rPr>
          <w:rFonts w:ascii="Arial" w:hAnsi="Arial" w:cs="Arial"/>
          <w:b/>
          <w:bCs/>
          <w:sz w:val="20"/>
          <w:szCs w:val="20"/>
        </w:rPr>
        <w:t xml:space="preserve">TARYFY DLA ZBIOROWEGO ZAOPATRZENIA W WODĘ NA TERENIE MIASTA </w:t>
      </w:r>
      <w:r>
        <w:rPr>
          <w:rFonts w:ascii="Arial" w:hAnsi="Arial" w:cs="Arial"/>
          <w:b/>
          <w:bCs/>
          <w:sz w:val="20"/>
          <w:szCs w:val="20"/>
        </w:rPr>
        <w:t xml:space="preserve">I </w:t>
      </w:r>
      <w:r w:rsidRPr="004F60BC">
        <w:rPr>
          <w:rFonts w:ascii="Arial" w:hAnsi="Arial" w:cs="Arial"/>
          <w:b/>
          <w:bCs/>
          <w:sz w:val="20"/>
          <w:szCs w:val="20"/>
        </w:rPr>
        <w:t>GMINY BARLINEK</w:t>
      </w: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</w:rPr>
      </w:pP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38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789"/>
        <w:gridCol w:w="1617"/>
        <w:gridCol w:w="1433"/>
        <w:gridCol w:w="1559"/>
        <w:gridCol w:w="2231"/>
      </w:tblGrid>
      <w:tr w:rsidR="00AD1E54" w:rsidRPr="004F60BC">
        <w:tc>
          <w:tcPr>
            <w:tcW w:w="959" w:type="dxa"/>
          </w:tcPr>
          <w:p w:rsidR="00AD1E54" w:rsidRPr="004F60BC" w:rsidRDefault="00AD1E54" w:rsidP="00CD473A">
            <w:pPr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89" w:type="dxa"/>
          </w:tcPr>
          <w:p w:rsidR="00AD1E54" w:rsidRPr="004F60BC" w:rsidRDefault="00AD1E54" w:rsidP="00CD473A">
            <w:pPr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 xml:space="preserve">Taryfowa grupa odbiorców </w:t>
            </w:r>
          </w:p>
        </w:tc>
        <w:tc>
          <w:tcPr>
            <w:tcW w:w="1617" w:type="dxa"/>
          </w:tcPr>
          <w:p w:rsidR="00AD1E54" w:rsidRPr="004F60BC" w:rsidRDefault="00AD1E54" w:rsidP="00CD473A">
            <w:pPr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 xml:space="preserve">Rodzaj stawki </w:t>
            </w:r>
          </w:p>
        </w:tc>
        <w:tc>
          <w:tcPr>
            <w:tcW w:w="1433" w:type="dxa"/>
          </w:tcPr>
          <w:p w:rsidR="00AD1E54" w:rsidRPr="004F60BC" w:rsidRDefault="00AD1E54" w:rsidP="00CD473A">
            <w:pPr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Cena zł. netto</w:t>
            </w:r>
          </w:p>
        </w:tc>
        <w:tc>
          <w:tcPr>
            <w:tcW w:w="1559" w:type="dxa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 xml:space="preserve">Cena w zł. </w:t>
            </w:r>
          </w:p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z VAT</w:t>
            </w:r>
          </w:p>
        </w:tc>
        <w:tc>
          <w:tcPr>
            <w:tcW w:w="2231" w:type="dxa"/>
          </w:tcPr>
          <w:p w:rsidR="00AD1E54" w:rsidRPr="004F60BC" w:rsidRDefault="00AD1E54" w:rsidP="00A57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Okres obowiązywania taryfy.</w:t>
            </w:r>
          </w:p>
        </w:tc>
      </w:tr>
      <w:tr w:rsidR="00AD1E54" w:rsidRPr="004F60BC">
        <w:tc>
          <w:tcPr>
            <w:tcW w:w="959" w:type="dxa"/>
          </w:tcPr>
          <w:p w:rsidR="00AD1E54" w:rsidRPr="004F60BC" w:rsidRDefault="00AD1E54" w:rsidP="00CD473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AD1E54" w:rsidRPr="004F60BC" w:rsidRDefault="00AD1E54" w:rsidP="00CD473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:rsidR="00AD1E54" w:rsidRPr="004F60BC" w:rsidRDefault="00AD1E54" w:rsidP="00CD473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AD1E54" w:rsidRPr="004F60BC" w:rsidRDefault="00AD1E54" w:rsidP="00CD473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1E54" w:rsidRPr="004F60BC" w:rsidRDefault="00AD1E54" w:rsidP="00CD473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</w:tcPr>
          <w:p w:rsidR="00AD1E54" w:rsidRPr="004F60BC" w:rsidRDefault="00AD1E54" w:rsidP="00CD473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E54" w:rsidRPr="004F60BC">
        <w:tc>
          <w:tcPr>
            <w:tcW w:w="959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89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Grupa 1</w:t>
            </w:r>
          </w:p>
        </w:tc>
        <w:tc>
          <w:tcPr>
            <w:tcW w:w="1617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 xml:space="preserve">Cena wody </w:t>
            </w:r>
          </w:p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zł/m</w:t>
            </w:r>
            <w:r w:rsidRPr="004F60B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33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1559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2231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60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 01.02.2014 r. </w:t>
            </w:r>
          </w:p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b/>
                <w:bCs/>
                <w:sz w:val="20"/>
                <w:szCs w:val="20"/>
              </w:rPr>
              <w:t>do 31.01.2015 r.</w:t>
            </w:r>
          </w:p>
        </w:tc>
      </w:tr>
      <w:tr w:rsidR="00AD1E54" w:rsidRPr="004F60BC">
        <w:tc>
          <w:tcPr>
            <w:tcW w:w="959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89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Grupa 2</w:t>
            </w:r>
          </w:p>
        </w:tc>
        <w:tc>
          <w:tcPr>
            <w:tcW w:w="1617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 xml:space="preserve">Cena wody </w:t>
            </w:r>
          </w:p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zł/m</w:t>
            </w:r>
            <w:r w:rsidRPr="004F60B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33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1559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2231" w:type="dxa"/>
            <w:vAlign w:val="center"/>
          </w:tcPr>
          <w:p w:rsidR="00AD1E54" w:rsidRPr="004F60BC" w:rsidRDefault="00AD1E54" w:rsidP="00CD47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60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 01.02.2014 r. </w:t>
            </w:r>
          </w:p>
          <w:p w:rsidR="00AD1E54" w:rsidRPr="004F60BC" w:rsidRDefault="00AD1E54" w:rsidP="00CD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b/>
                <w:bCs/>
                <w:sz w:val="20"/>
                <w:szCs w:val="20"/>
              </w:rPr>
              <w:t>do 31.01.2015 r.</w:t>
            </w:r>
          </w:p>
        </w:tc>
      </w:tr>
    </w:tbl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Default="00AD1E54" w:rsidP="00CD473A">
      <w:pPr>
        <w:ind w:firstLine="62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2</w:t>
      </w:r>
    </w:p>
    <w:p w:rsidR="00AD1E54" w:rsidRDefault="00AD1E54" w:rsidP="00CD473A">
      <w:pPr>
        <w:tabs>
          <w:tab w:val="left" w:pos="-2520"/>
        </w:tabs>
        <w:ind w:firstLine="62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Uchwały Rady Miejskiej w Barlinku</w:t>
      </w:r>
    </w:p>
    <w:p w:rsidR="00AD1E54" w:rsidRDefault="00AD1E54" w:rsidP="00CD473A">
      <w:pPr>
        <w:ind w:firstLine="62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Nr…………………</w:t>
      </w:r>
    </w:p>
    <w:p w:rsidR="00AD1E54" w:rsidRPr="00732132" w:rsidRDefault="00AD1E54" w:rsidP="00CD473A">
      <w:pPr>
        <w:tabs>
          <w:tab w:val="left" w:pos="-2520"/>
        </w:tabs>
        <w:ind w:firstLine="62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 dnia…………………………… </w:t>
      </w: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337FD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F60BC">
        <w:rPr>
          <w:rFonts w:ascii="Arial" w:hAnsi="Arial" w:cs="Arial"/>
          <w:b/>
          <w:bCs/>
          <w:sz w:val="20"/>
          <w:szCs w:val="20"/>
        </w:rPr>
        <w:t>TARYFY DLA ZBIOROWEGO ODPROWADZANIA ŚCIEKÓW NA TERENIE MIASTA</w:t>
      </w:r>
      <w:r>
        <w:rPr>
          <w:rFonts w:ascii="Arial" w:hAnsi="Arial" w:cs="Arial"/>
          <w:b/>
          <w:bCs/>
          <w:sz w:val="20"/>
          <w:szCs w:val="20"/>
        </w:rPr>
        <w:t xml:space="preserve"> I</w:t>
      </w:r>
      <w:r w:rsidRPr="004F60BC">
        <w:rPr>
          <w:rFonts w:ascii="Arial" w:hAnsi="Arial" w:cs="Arial"/>
          <w:b/>
          <w:bCs/>
          <w:sz w:val="20"/>
          <w:szCs w:val="20"/>
        </w:rPr>
        <w:t>GMINY BARLINEK</w:t>
      </w: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tbl>
      <w:tblPr>
        <w:tblW w:w="9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937"/>
        <w:gridCol w:w="1768"/>
        <w:gridCol w:w="1427"/>
        <w:gridCol w:w="1204"/>
        <w:gridCol w:w="2293"/>
      </w:tblGrid>
      <w:tr w:rsidR="00AD1E54" w:rsidRPr="004F60BC">
        <w:tc>
          <w:tcPr>
            <w:tcW w:w="959" w:type="dxa"/>
          </w:tcPr>
          <w:p w:rsidR="00AD1E54" w:rsidRPr="004F60BC" w:rsidRDefault="00AD1E54" w:rsidP="00732132">
            <w:pPr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37" w:type="dxa"/>
          </w:tcPr>
          <w:p w:rsidR="00AD1E54" w:rsidRPr="004F60BC" w:rsidRDefault="00AD1E54" w:rsidP="00732132">
            <w:pPr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 xml:space="preserve">Taryfowa grupa odbiorców </w:t>
            </w:r>
          </w:p>
        </w:tc>
        <w:tc>
          <w:tcPr>
            <w:tcW w:w="1768" w:type="dxa"/>
          </w:tcPr>
          <w:p w:rsidR="00AD1E54" w:rsidRPr="004F60BC" w:rsidRDefault="00AD1E54" w:rsidP="00732132">
            <w:pPr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 xml:space="preserve">Rodzaj stawki </w:t>
            </w:r>
          </w:p>
        </w:tc>
        <w:tc>
          <w:tcPr>
            <w:tcW w:w="1427" w:type="dxa"/>
          </w:tcPr>
          <w:p w:rsidR="00AD1E54" w:rsidRPr="004F60BC" w:rsidRDefault="00AD1E54" w:rsidP="00732132">
            <w:pPr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Cena zł. netto</w:t>
            </w:r>
          </w:p>
        </w:tc>
        <w:tc>
          <w:tcPr>
            <w:tcW w:w="1204" w:type="dxa"/>
          </w:tcPr>
          <w:p w:rsidR="00AD1E54" w:rsidRPr="004F60BC" w:rsidRDefault="00AD1E54" w:rsidP="0062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 xml:space="preserve">Cena w zł. </w:t>
            </w:r>
          </w:p>
          <w:p w:rsidR="00AD1E54" w:rsidRPr="004F60BC" w:rsidRDefault="00AD1E54" w:rsidP="0062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z VAT</w:t>
            </w:r>
          </w:p>
        </w:tc>
        <w:tc>
          <w:tcPr>
            <w:tcW w:w="2293" w:type="dxa"/>
          </w:tcPr>
          <w:p w:rsidR="00AD1E54" w:rsidRPr="004F60BC" w:rsidRDefault="00AD1E54" w:rsidP="004F6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Okres obowiązywania taryfy.</w:t>
            </w:r>
          </w:p>
        </w:tc>
      </w:tr>
      <w:tr w:rsidR="00AD1E54" w:rsidRPr="004F60BC">
        <w:tc>
          <w:tcPr>
            <w:tcW w:w="959" w:type="dxa"/>
          </w:tcPr>
          <w:p w:rsidR="00AD1E54" w:rsidRPr="004F60BC" w:rsidRDefault="00AD1E54" w:rsidP="00623563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7" w:type="dxa"/>
          </w:tcPr>
          <w:p w:rsidR="00AD1E54" w:rsidRPr="004F60BC" w:rsidRDefault="00AD1E54" w:rsidP="00623563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AD1E54" w:rsidRPr="004F60BC" w:rsidRDefault="00AD1E54" w:rsidP="00623563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:rsidR="00AD1E54" w:rsidRPr="004F60BC" w:rsidRDefault="00AD1E54" w:rsidP="00623563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</w:tcPr>
          <w:p w:rsidR="00AD1E54" w:rsidRPr="004F60BC" w:rsidRDefault="00AD1E54" w:rsidP="00623563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3" w:type="dxa"/>
          </w:tcPr>
          <w:p w:rsidR="00AD1E54" w:rsidRPr="004F60BC" w:rsidRDefault="00AD1E54" w:rsidP="00623563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E54" w:rsidRPr="004F60BC">
        <w:tc>
          <w:tcPr>
            <w:tcW w:w="959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37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Grupa 1</w:t>
            </w:r>
          </w:p>
        </w:tc>
        <w:tc>
          <w:tcPr>
            <w:tcW w:w="1768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Cena odprowadzania ścieków zł /m</w:t>
            </w:r>
            <w:r w:rsidRPr="004F60B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27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6,36</w:t>
            </w:r>
          </w:p>
        </w:tc>
        <w:tc>
          <w:tcPr>
            <w:tcW w:w="1204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6,87</w:t>
            </w:r>
          </w:p>
        </w:tc>
        <w:tc>
          <w:tcPr>
            <w:tcW w:w="2293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60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 01.02.2014 r. </w:t>
            </w:r>
          </w:p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b/>
                <w:bCs/>
                <w:sz w:val="20"/>
                <w:szCs w:val="20"/>
              </w:rPr>
              <w:t>do 31.01.2015 r.</w:t>
            </w:r>
          </w:p>
        </w:tc>
      </w:tr>
      <w:tr w:rsidR="00AD1E54" w:rsidRPr="004F60BC">
        <w:tc>
          <w:tcPr>
            <w:tcW w:w="959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37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Grupa 2</w:t>
            </w:r>
          </w:p>
        </w:tc>
        <w:tc>
          <w:tcPr>
            <w:tcW w:w="1768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Cena odprowadzania ścieków zł /m</w:t>
            </w:r>
            <w:r w:rsidRPr="004F60B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27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sz w:val="20"/>
                <w:szCs w:val="20"/>
              </w:rPr>
              <w:t>6,36</w:t>
            </w:r>
          </w:p>
        </w:tc>
        <w:tc>
          <w:tcPr>
            <w:tcW w:w="1204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6,87</w:t>
            </w:r>
          </w:p>
        </w:tc>
        <w:tc>
          <w:tcPr>
            <w:tcW w:w="2293" w:type="dxa"/>
            <w:vAlign w:val="center"/>
          </w:tcPr>
          <w:p w:rsidR="00AD1E54" w:rsidRPr="004F60BC" w:rsidRDefault="00AD1E54" w:rsidP="00721E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60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 01.02.2014 r. </w:t>
            </w:r>
          </w:p>
          <w:p w:rsidR="00AD1E54" w:rsidRPr="004F60BC" w:rsidRDefault="00AD1E54" w:rsidP="0072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0BC">
              <w:rPr>
                <w:rFonts w:ascii="Arial" w:hAnsi="Arial" w:cs="Arial"/>
                <w:b/>
                <w:bCs/>
                <w:sz w:val="20"/>
                <w:szCs w:val="20"/>
              </w:rPr>
              <w:t>do 31.01.2015 r.</w:t>
            </w:r>
          </w:p>
        </w:tc>
      </w:tr>
    </w:tbl>
    <w:p w:rsidR="00AD1E54" w:rsidRPr="004F60BC" w:rsidRDefault="00AD1E54" w:rsidP="00732132">
      <w:pPr>
        <w:rPr>
          <w:rFonts w:ascii="Arial" w:hAnsi="Arial" w:cs="Arial"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Pr="004F60BC" w:rsidRDefault="00AD1E54" w:rsidP="00CD47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D1E54" w:rsidRPr="00C37FA2" w:rsidRDefault="00AD1E54" w:rsidP="00125D3A">
      <w:pPr>
        <w:spacing w:line="360" w:lineRule="auto"/>
        <w:jc w:val="center"/>
        <w:rPr>
          <w:rFonts w:ascii="Arial" w:hAnsi="Arial" w:cs="Arial"/>
          <w:b/>
          <w:bCs/>
        </w:rPr>
      </w:pPr>
      <w:r w:rsidRPr="00C37FA2">
        <w:rPr>
          <w:rFonts w:ascii="Arial" w:hAnsi="Arial" w:cs="Arial"/>
          <w:b/>
          <w:bCs/>
        </w:rPr>
        <w:t>U z a s a d n i e n i e</w:t>
      </w:r>
    </w:p>
    <w:p w:rsidR="00AD1E54" w:rsidRPr="00D839CC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FA2">
        <w:rPr>
          <w:rFonts w:ascii="Arial" w:hAnsi="Arial" w:cs="Arial"/>
        </w:rPr>
        <w:tab/>
      </w:r>
      <w:r w:rsidRPr="00D839CC">
        <w:rPr>
          <w:rFonts w:ascii="Arial" w:hAnsi="Arial" w:cs="Arial"/>
          <w:sz w:val="22"/>
          <w:szCs w:val="22"/>
        </w:rPr>
        <w:t>Podstawę prawną do uchwalenia przez Radę Gminy taryf dla zbiorowego zaopatrzenia w wodę i zbiorowego odprowadzania ścieków stanowi art. 24 ust. 1 ustawy z dnia 7 czerwca 2001 r. o zbiorowym zaopatrzeniu w wodę i zbiorowym odprowadzaniu ścieków (Dz. U. z 2006 r. Nr 123, poz. 858 z późn zm.) oraz wniosek złożony przez Przedsiębiorstwo Wodociągowo-Kanalizacyjne „PŁONIA”</w:t>
      </w:r>
      <w:r>
        <w:rPr>
          <w:rFonts w:ascii="Arial" w:hAnsi="Arial" w:cs="Arial"/>
          <w:sz w:val="22"/>
          <w:szCs w:val="22"/>
        </w:rPr>
        <w:t xml:space="preserve"> Sp. z o.o. w Barlinku w dniu 20</w:t>
      </w:r>
      <w:r w:rsidRPr="00D839CC">
        <w:rPr>
          <w:rFonts w:ascii="Arial" w:hAnsi="Arial" w:cs="Arial"/>
          <w:sz w:val="22"/>
          <w:szCs w:val="22"/>
        </w:rPr>
        <w:t xml:space="preserve"> listopada 201</w:t>
      </w:r>
      <w:r>
        <w:rPr>
          <w:rFonts w:ascii="Arial" w:hAnsi="Arial" w:cs="Arial"/>
          <w:sz w:val="22"/>
          <w:szCs w:val="22"/>
        </w:rPr>
        <w:t>3</w:t>
      </w:r>
      <w:r w:rsidRPr="00D839CC">
        <w:rPr>
          <w:rFonts w:ascii="Arial" w:hAnsi="Arial" w:cs="Arial"/>
          <w:sz w:val="22"/>
          <w:szCs w:val="22"/>
        </w:rPr>
        <w:t xml:space="preserve"> roku.</w:t>
      </w:r>
    </w:p>
    <w:p w:rsidR="00AD1E54" w:rsidRPr="00D839CC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ab/>
        <w:t>Ceny i stawki opłat zawarte w taryfach określone zostały w oparciu o przepisy wykonawcze do ustawy o zbiorowym zaopatrzeniu i zbiorowym odprowadzaniu ścieków (Dz. U. z 2006 r. Nr 127, poz. 866) na podstawie niezbędnych przychodów z uwzględnieniem:</w:t>
      </w:r>
    </w:p>
    <w:p w:rsidR="00AD1E54" w:rsidRPr="00D839CC" w:rsidRDefault="00AD1E54" w:rsidP="003207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>kosztów związanych ze świadczeniem usług, które zostały poniesione w poprzednim roku obrachunkowym z uwzględnieniem planowanych zmian tych kosztów w roku obowiązywania taryfy,</w:t>
      </w:r>
    </w:p>
    <w:p w:rsidR="00AD1E54" w:rsidRPr="00D839CC" w:rsidRDefault="00AD1E54" w:rsidP="003207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>zmiany warunków ekonomicznych oraz wielkości usług i warunków ich świadczenia,</w:t>
      </w:r>
    </w:p>
    <w:p w:rsidR="00AD1E54" w:rsidRPr="00D839CC" w:rsidRDefault="00AD1E54" w:rsidP="003207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kosztów wynikających</w:t>
      </w:r>
      <w:r w:rsidRPr="00D839CC">
        <w:rPr>
          <w:rFonts w:ascii="Arial" w:hAnsi="Arial" w:cs="Arial"/>
          <w:sz w:val="22"/>
          <w:szCs w:val="22"/>
        </w:rPr>
        <w:t xml:space="preserve"> z planowanych wydatków inwestycyjnych ustalonych na podstawie wieloletniego planu rozwoju i modernizacji urządzeń wodociągowych i urządzeń kanalizacyjnych będących w ich posiadaniu.</w:t>
      </w:r>
    </w:p>
    <w:p w:rsidR="00AD1E54" w:rsidRDefault="00AD1E54" w:rsidP="003207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>zmiany amortyzacji i odpisów umorzeniowych majątku na rzecz PWK „Płonia”.</w:t>
      </w:r>
    </w:p>
    <w:p w:rsidR="00AD1E54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Pr="00E90950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Rada Miejska uchwałą Nr XXXIV/444/2012 z dnia </w:t>
      </w:r>
      <w:r w:rsidRPr="00E9095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</w:t>
      </w:r>
      <w:r w:rsidRPr="00E909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grudnia</w:t>
      </w:r>
      <w:r w:rsidRPr="00E90950">
        <w:rPr>
          <w:rFonts w:ascii="Arial" w:hAnsi="Arial" w:cs="Arial"/>
          <w:sz w:val="22"/>
          <w:szCs w:val="22"/>
        </w:rPr>
        <w:t xml:space="preserve"> 2012 r. zatwierdziła taryfy ceny wody i ścieków, z terminem obo</w:t>
      </w:r>
      <w:r>
        <w:rPr>
          <w:rFonts w:ascii="Arial" w:hAnsi="Arial" w:cs="Arial"/>
          <w:sz w:val="22"/>
          <w:szCs w:val="22"/>
        </w:rPr>
        <w:t>wiązywania od dnia 1 lutego 2013</w:t>
      </w:r>
      <w:r w:rsidRPr="00E90950">
        <w:rPr>
          <w:rFonts w:ascii="Arial" w:hAnsi="Arial" w:cs="Arial"/>
          <w:sz w:val="22"/>
          <w:szCs w:val="22"/>
        </w:rPr>
        <w:t xml:space="preserve"> r. do dni</w:t>
      </w:r>
      <w:r>
        <w:rPr>
          <w:rFonts w:ascii="Arial" w:hAnsi="Arial" w:cs="Arial"/>
          <w:sz w:val="22"/>
          <w:szCs w:val="22"/>
        </w:rPr>
        <w:t>a 31 stycznia 2014</w:t>
      </w:r>
      <w:r w:rsidRPr="00E90950">
        <w:rPr>
          <w:rFonts w:ascii="Arial" w:hAnsi="Arial" w:cs="Arial"/>
          <w:sz w:val="22"/>
          <w:szCs w:val="22"/>
        </w:rPr>
        <w:t xml:space="preserve"> r. </w:t>
      </w:r>
    </w:p>
    <w:p w:rsidR="00AD1E54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Pr="00D839CC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 xml:space="preserve">W związku z powyższym na podstawie art. 24 ust. 4 w/w. ustawy, taryfy po zweryfikowaniu zasadności kosztów przedkładam Radzie Miejskiej celem zatwierdzenia. </w:t>
      </w:r>
    </w:p>
    <w:p w:rsidR="00AD1E54" w:rsidRPr="00D839CC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ab/>
        <w:t>Przedsiębiorstwo Wodociągowo-Kanalizacyjne „PŁONIA” Sp. z o.o. złożyło wniosek o zatwierdzenie taryf dla zbiorowego zaopatrzenia w wodę i zbiorowego odprowadzania ścieków na okres od dnia 1 lutego 201</w:t>
      </w:r>
      <w:r>
        <w:rPr>
          <w:rFonts w:ascii="Arial" w:hAnsi="Arial" w:cs="Arial"/>
          <w:sz w:val="22"/>
          <w:szCs w:val="22"/>
        </w:rPr>
        <w:t>4</w:t>
      </w:r>
      <w:r w:rsidRPr="00D839CC">
        <w:rPr>
          <w:rFonts w:ascii="Arial" w:hAnsi="Arial" w:cs="Arial"/>
          <w:sz w:val="22"/>
          <w:szCs w:val="22"/>
        </w:rPr>
        <w:t xml:space="preserve"> r. do dnia 31 stycznia 201</w:t>
      </w:r>
      <w:r>
        <w:rPr>
          <w:rFonts w:ascii="Arial" w:hAnsi="Arial" w:cs="Arial"/>
          <w:sz w:val="22"/>
          <w:szCs w:val="22"/>
        </w:rPr>
        <w:t>5</w:t>
      </w:r>
      <w:r w:rsidRPr="00D839CC">
        <w:rPr>
          <w:rFonts w:ascii="Arial" w:hAnsi="Arial" w:cs="Arial"/>
          <w:sz w:val="22"/>
          <w:szCs w:val="22"/>
        </w:rPr>
        <w:t xml:space="preserve"> r.</w:t>
      </w:r>
    </w:p>
    <w:p w:rsidR="00AD1E54" w:rsidRPr="00C37FA2" w:rsidRDefault="00AD1E54" w:rsidP="003207A8">
      <w:pPr>
        <w:spacing w:line="360" w:lineRule="auto"/>
        <w:jc w:val="center"/>
        <w:rPr>
          <w:rFonts w:ascii="Arial" w:hAnsi="Arial" w:cs="Arial"/>
          <w:b/>
          <w:bCs/>
        </w:rPr>
      </w:pPr>
      <w:r w:rsidRPr="00C37FA2">
        <w:rPr>
          <w:rFonts w:ascii="Arial" w:hAnsi="Arial" w:cs="Arial"/>
          <w:b/>
          <w:bCs/>
        </w:rPr>
        <w:t>Zestawienie cen wody i ścieków przed i po podwyżce.</w:t>
      </w:r>
    </w:p>
    <w:tbl>
      <w:tblPr>
        <w:tblW w:w="487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1218"/>
        <w:gridCol w:w="1445"/>
        <w:gridCol w:w="1445"/>
        <w:gridCol w:w="1663"/>
        <w:gridCol w:w="1663"/>
      </w:tblGrid>
      <w:tr w:rsidR="00AD1E54" w:rsidRPr="00C37FA2">
        <w:trPr>
          <w:trHeight w:hRule="exact" w:val="340"/>
        </w:trPr>
        <w:tc>
          <w:tcPr>
            <w:tcW w:w="3504" w:type="dxa"/>
            <w:gridSpan w:val="2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7A8">
              <w:rPr>
                <w:rFonts w:ascii="Arial" w:hAnsi="Arial" w:cs="Arial"/>
                <w:b/>
                <w:bCs/>
                <w:sz w:val="20"/>
                <w:szCs w:val="20"/>
              </w:rPr>
              <w:t>Cena wody i ścieków  [zł/m</w:t>
            </w:r>
            <w:r w:rsidRPr="003207A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</w:t>
            </w:r>
            <w:r w:rsidRPr="003207A8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625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7A8">
              <w:rPr>
                <w:rFonts w:ascii="Arial" w:hAnsi="Arial" w:cs="Arial"/>
                <w:b/>
                <w:bCs/>
                <w:sz w:val="20"/>
                <w:szCs w:val="20"/>
              </w:rPr>
              <w:t>Stara taryfa</w:t>
            </w:r>
          </w:p>
        </w:tc>
        <w:tc>
          <w:tcPr>
            <w:tcW w:w="1625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7A8">
              <w:rPr>
                <w:rFonts w:ascii="Arial" w:hAnsi="Arial" w:cs="Arial"/>
                <w:b/>
                <w:bCs/>
                <w:sz w:val="20"/>
                <w:szCs w:val="20"/>
              </w:rPr>
              <w:t>Nowa taryfa</w:t>
            </w:r>
          </w:p>
        </w:tc>
        <w:tc>
          <w:tcPr>
            <w:tcW w:w="186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7A8">
              <w:rPr>
                <w:rFonts w:ascii="Arial" w:hAnsi="Arial" w:cs="Arial"/>
                <w:b/>
                <w:bCs/>
                <w:sz w:val="20"/>
                <w:szCs w:val="20"/>
              </w:rPr>
              <w:t>Wzrost [%]</w:t>
            </w:r>
          </w:p>
        </w:tc>
        <w:tc>
          <w:tcPr>
            <w:tcW w:w="186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7A8">
              <w:rPr>
                <w:rFonts w:ascii="Arial" w:hAnsi="Arial" w:cs="Arial"/>
                <w:b/>
                <w:bCs/>
                <w:sz w:val="20"/>
                <w:szCs w:val="20"/>
              </w:rPr>
              <w:t>Wzrost [zł/m</w:t>
            </w:r>
            <w:r w:rsidRPr="003207A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</w:t>
            </w:r>
            <w:r w:rsidRPr="003207A8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</w:tr>
      <w:tr w:rsidR="00AD1E54" w:rsidRPr="00C37FA2">
        <w:trPr>
          <w:trHeight w:hRule="exact" w:val="340"/>
        </w:trPr>
        <w:tc>
          <w:tcPr>
            <w:tcW w:w="214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07A8">
              <w:rPr>
                <w:rFonts w:ascii="Arial" w:hAnsi="Arial" w:cs="Arial"/>
                <w:sz w:val="20"/>
                <w:szCs w:val="20"/>
              </w:rPr>
              <w:t>Woda</w:t>
            </w:r>
          </w:p>
        </w:tc>
        <w:tc>
          <w:tcPr>
            <w:tcW w:w="1356" w:type="dxa"/>
            <w:vMerge w:val="restart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07A8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625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3,99</w:t>
            </w:r>
          </w:p>
        </w:tc>
        <w:tc>
          <w:tcPr>
            <w:tcW w:w="1625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186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2,01</w:t>
            </w:r>
          </w:p>
        </w:tc>
        <w:tc>
          <w:tcPr>
            <w:tcW w:w="186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</w:t>
            </w:r>
          </w:p>
        </w:tc>
      </w:tr>
      <w:tr w:rsidR="00AD1E54" w:rsidRPr="00C37FA2">
        <w:trPr>
          <w:trHeight w:hRule="exact" w:val="340"/>
        </w:trPr>
        <w:tc>
          <w:tcPr>
            <w:tcW w:w="214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07A8">
              <w:rPr>
                <w:rFonts w:ascii="Arial" w:hAnsi="Arial" w:cs="Arial"/>
                <w:sz w:val="20"/>
                <w:szCs w:val="20"/>
              </w:rPr>
              <w:t>Ścieki</w:t>
            </w:r>
          </w:p>
        </w:tc>
        <w:tc>
          <w:tcPr>
            <w:tcW w:w="1356" w:type="dxa"/>
            <w:vMerge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4,74</w:t>
            </w:r>
          </w:p>
        </w:tc>
        <w:tc>
          <w:tcPr>
            <w:tcW w:w="1625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6,36</w:t>
            </w:r>
          </w:p>
        </w:tc>
        <w:tc>
          <w:tcPr>
            <w:tcW w:w="186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34,18</w:t>
            </w:r>
          </w:p>
        </w:tc>
        <w:tc>
          <w:tcPr>
            <w:tcW w:w="186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1,62</w:t>
            </w:r>
          </w:p>
        </w:tc>
      </w:tr>
      <w:tr w:rsidR="00AD1E54" w:rsidRPr="00C37FA2">
        <w:trPr>
          <w:trHeight w:hRule="exact" w:val="340"/>
        </w:trPr>
        <w:tc>
          <w:tcPr>
            <w:tcW w:w="214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07A8">
              <w:rPr>
                <w:rFonts w:ascii="Arial" w:hAnsi="Arial" w:cs="Arial"/>
                <w:sz w:val="20"/>
                <w:szCs w:val="20"/>
              </w:rPr>
              <w:t>Opłata abonencka</w:t>
            </w:r>
          </w:p>
        </w:tc>
        <w:tc>
          <w:tcPr>
            <w:tcW w:w="1356" w:type="dxa"/>
            <w:vMerge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2,70</w:t>
            </w:r>
          </w:p>
        </w:tc>
        <w:tc>
          <w:tcPr>
            <w:tcW w:w="1625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07A8">
              <w:rPr>
                <w:rFonts w:ascii="Arial" w:hAnsi="Arial" w:cs="Arial"/>
                <w:sz w:val="20"/>
                <w:szCs w:val="20"/>
              </w:rPr>
              <w:t>2,7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3207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6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2,96</w:t>
            </w:r>
          </w:p>
        </w:tc>
        <w:tc>
          <w:tcPr>
            <w:tcW w:w="1868" w:type="dxa"/>
            <w:vAlign w:val="center"/>
          </w:tcPr>
          <w:p w:rsidR="00AD1E54" w:rsidRPr="003207A8" w:rsidRDefault="00AD1E54" w:rsidP="00320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</w:t>
            </w:r>
          </w:p>
        </w:tc>
      </w:tr>
    </w:tbl>
    <w:p w:rsidR="00AD1E54" w:rsidRPr="00C37FA2" w:rsidRDefault="00AD1E54" w:rsidP="003207A8">
      <w:pPr>
        <w:spacing w:line="360" w:lineRule="auto"/>
        <w:jc w:val="both"/>
        <w:rPr>
          <w:rFonts w:ascii="Arial" w:hAnsi="Arial" w:cs="Arial"/>
        </w:rPr>
      </w:pPr>
    </w:p>
    <w:p w:rsidR="00AD1E54" w:rsidRPr="00D839CC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FA2">
        <w:rPr>
          <w:rFonts w:ascii="Arial" w:hAnsi="Arial" w:cs="Arial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D839CC">
        <w:rPr>
          <w:rFonts w:ascii="Arial" w:hAnsi="Arial" w:cs="Arial"/>
          <w:sz w:val="22"/>
          <w:szCs w:val="22"/>
        </w:rPr>
        <w:t xml:space="preserve">ielkość inflacji </w:t>
      </w:r>
      <w:r>
        <w:rPr>
          <w:rFonts w:ascii="Arial" w:hAnsi="Arial" w:cs="Arial"/>
          <w:sz w:val="22"/>
          <w:szCs w:val="22"/>
        </w:rPr>
        <w:t>(z ostatnich 7 lat) wynosi 3,1 %, Na dzień sporządzenia taryf brak jest danych o przewidywanej wielkości inflacji w 2014 r. Przewidywany wzrost zużycia energii elektrycznej o 5 </w:t>
      </w:r>
      <w:r w:rsidRPr="00D839CC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spowodowany jest uruchomieniem po modernizacji oczyszczalni ścieków oraz pełnym wykorzystaniem 39 przepompowni ścieków.</w:t>
      </w:r>
      <w:r w:rsidRPr="00D839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Przyjęto </w:t>
      </w:r>
      <w:r w:rsidRPr="00D839CC">
        <w:rPr>
          <w:rFonts w:ascii="Arial" w:hAnsi="Arial" w:cs="Arial"/>
          <w:sz w:val="22"/>
          <w:szCs w:val="22"/>
        </w:rPr>
        <w:t xml:space="preserve">wzrost cen paliw </w:t>
      </w:r>
      <w:r>
        <w:rPr>
          <w:rFonts w:ascii="Arial" w:hAnsi="Arial" w:cs="Arial"/>
          <w:sz w:val="22"/>
          <w:szCs w:val="22"/>
        </w:rPr>
        <w:t xml:space="preserve">(olej napędowy) </w:t>
      </w:r>
      <w:r w:rsidRPr="00D839CC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4</w:t>
      </w:r>
      <w:r w:rsidRPr="00D839CC">
        <w:rPr>
          <w:rFonts w:ascii="Arial" w:hAnsi="Arial" w:cs="Arial"/>
          <w:sz w:val="22"/>
          <w:szCs w:val="22"/>
        </w:rPr>
        <w:t xml:space="preserve"> %. </w:t>
      </w:r>
    </w:p>
    <w:p w:rsidR="00AD1E54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 xml:space="preserve">Na wzrost cen niewątpliwie ma też wpływ </w:t>
      </w:r>
      <w:r>
        <w:rPr>
          <w:rFonts w:ascii="Arial" w:hAnsi="Arial" w:cs="Arial"/>
          <w:sz w:val="22"/>
          <w:szCs w:val="22"/>
        </w:rPr>
        <w:t xml:space="preserve">spłata zobowiązań wynikających z </w:t>
      </w:r>
      <w:r w:rsidRPr="00D839CC">
        <w:rPr>
          <w:rFonts w:ascii="Arial" w:hAnsi="Arial" w:cs="Arial"/>
          <w:sz w:val="22"/>
          <w:szCs w:val="22"/>
        </w:rPr>
        <w:t>realizacj</w:t>
      </w:r>
      <w:r>
        <w:rPr>
          <w:rFonts w:ascii="Arial" w:hAnsi="Arial" w:cs="Arial"/>
          <w:sz w:val="22"/>
          <w:szCs w:val="22"/>
        </w:rPr>
        <w:t>i</w:t>
      </w:r>
      <w:r w:rsidRPr="00D839CC">
        <w:rPr>
          <w:rFonts w:ascii="Arial" w:hAnsi="Arial" w:cs="Arial"/>
          <w:sz w:val="22"/>
          <w:szCs w:val="22"/>
        </w:rPr>
        <w:t xml:space="preserve"> programu „Uporządkowanie gospodarki wodno-ściekowej n</w:t>
      </w:r>
      <w:r>
        <w:rPr>
          <w:rFonts w:ascii="Arial" w:hAnsi="Arial" w:cs="Arial"/>
          <w:sz w:val="22"/>
          <w:szCs w:val="22"/>
        </w:rPr>
        <w:t>a terenie aglomeracji Barlinek”. Przewidywana ilość sprzedaży wody 690 </w:t>
      </w:r>
      <w:r w:rsidRPr="00526CB6">
        <w:rPr>
          <w:rFonts w:ascii="Arial" w:hAnsi="Arial" w:cs="Arial"/>
          <w:sz w:val="22"/>
          <w:szCs w:val="22"/>
        </w:rPr>
        <w:t>680 m</w:t>
      </w:r>
      <w:r w:rsidRPr="00526CB6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.</w:t>
      </w:r>
    </w:p>
    <w:p w:rsidR="00AD1E54" w:rsidRPr="00D839CC" w:rsidRDefault="00AD1E54" w:rsidP="00D04300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>Szczegółowe uzasadnienie wzrostu taryf zawarte jest w założeniach do planu na rok 201</w:t>
      </w:r>
      <w:r>
        <w:rPr>
          <w:rFonts w:ascii="Arial" w:hAnsi="Arial" w:cs="Arial"/>
          <w:sz w:val="22"/>
          <w:szCs w:val="22"/>
        </w:rPr>
        <w:t>4</w:t>
      </w:r>
      <w:r w:rsidRPr="00D839CC">
        <w:rPr>
          <w:rFonts w:ascii="Arial" w:hAnsi="Arial" w:cs="Arial"/>
          <w:sz w:val="22"/>
          <w:szCs w:val="22"/>
        </w:rPr>
        <w:t xml:space="preserve"> oraz w uzasadnieniu wniosku PWK „Płonia, o zmianę taryf na okres od 01.02.201</w:t>
      </w:r>
      <w:r>
        <w:rPr>
          <w:rFonts w:ascii="Arial" w:hAnsi="Arial" w:cs="Arial"/>
          <w:sz w:val="22"/>
          <w:szCs w:val="22"/>
        </w:rPr>
        <w:t>4</w:t>
      </w:r>
      <w:r w:rsidRPr="00D839CC">
        <w:rPr>
          <w:rFonts w:ascii="Arial" w:hAnsi="Arial" w:cs="Arial"/>
          <w:sz w:val="22"/>
          <w:szCs w:val="22"/>
        </w:rPr>
        <w:t xml:space="preserve"> r. do 31.01.201</w:t>
      </w:r>
      <w:r>
        <w:rPr>
          <w:rFonts w:ascii="Arial" w:hAnsi="Arial" w:cs="Arial"/>
          <w:sz w:val="22"/>
          <w:szCs w:val="22"/>
        </w:rPr>
        <w:t>5</w:t>
      </w:r>
      <w:r w:rsidRPr="00D839CC">
        <w:rPr>
          <w:rFonts w:ascii="Arial" w:hAnsi="Arial" w:cs="Arial"/>
          <w:sz w:val="22"/>
          <w:szCs w:val="22"/>
        </w:rPr>
        <w:t xml:space="preserve"> r., które stanowią jego integralną część.</w:t>
      </w:r>
    </w:p>
    <w:p w:rsidR="00AD1E54" w:rsidRPr="00D839CC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 xml:space="preserve">Wniosek wraz z projektem uchwały przedkładam Radzie Miejskiej. </w:t>
      </w:r>
    </w:p>
    <w:p w:rsidR="00AD1E54" w:rsidRPr="00D839CC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Pr="00D839CC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ab/>
        <w:t xml:space="preserve">Zgodnie z zapisem art. 24 ust. 5 ustawy z dnia 7 czerwca 2001 r. o zbiorowym zaopatrzeniu w wodę i zbiorowym odprowadzaniu ścieków (Dz. U. z 2006 r. nr 123, poz. 858) Rada Gminy podejmuje uchwałę o zatwierdzeniu taryf albo o odmowie zatwierdzenia taryf, jeżeli zostały one sporządzone niezgodnie z przepisami </w:t>
      </w:r>
      <w:r>
        <w:rPr>
          <w:rFonts w:ascii="Arial" w:hAnsi="Arial" w:cs="Arial"/>
          <w:sz w:val="22"/>
          <w:szCs w:val="22"/>
        </w:rPr>
        <w:t>,</w:t>
      </w:r>
      <w:r w:rsidRPr="00D839CC">
        <w:rPr>
          <w:rFonts w:ascii="Arial" w:hAnsi="Arial" w:cs="Arial"/>
          <w:sz w:val="22"/>
          <w:szCs w:val="22"/>
        </w:rPr>
        <w:t xml:space="preserve">w terminie 45 dni od dnia złożenia wniosku. </w:t>
      </w:r>
    </w:p>
    <w:p w:rsidR="00AD1E54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9CC">
        <w:rPr>
          <w:rFonts w:ascii="Arial" w:hAnsi="Arial" w:cs="Arial"/>
          <w:sz w:val="22"/>
          <w:szCs w:val="22"/>
        </w:rPr>
        <w:tab/>
        <w:t>Wniosek został złożony przez Przedsiębiorstwo Wodociągowo-Kanalizacyjne „PŁONIA</w:t>
      </w:r>
      <w:r>
        <w:rPr>
          <w:rFonts w:ascii="Arial" w:hAnsi="Arial" w:cs="Arial"/>
          <w:sz w:val="22"/>
          <w:szCs w:val="22"/>
        </w:rPr>
        <w:t>” Sp. z o.o. w Barlinku w dniu 20</w:t>
      </w:r>
      <w:r w:rsidRPr="00D839CC">
        <w:rPr>
          <w:rFonts w:ascii="Arial" w:hAnsi="Arial" w:cs="Arial"/>
          <w:sz w:val="22"/>
          <w:szCs w:val="22"/>
        </w:rPr>
        <w:t xml:space="preserve"> listopada 201</w:t>
      </w:r>
      <w:r>
        <w:rPr>
          <w:rFonts w:ascii="Arial" w:hAnsi="Arial" w:cs="Arial"/>
          <w:sz w:val="22"/>
          <w:szCs w:val="22"/>
        </w:rPr>
        <w:t>3</w:t>
      </w:r>
      <w:r w:rsidRPr="00D839CC">
        <w:rPr>
          <w:rFonts w:ascii="Arial" w:hAnsi="Arial" w:cs="Arial"/>
          <w:sz w:val="22"/>
          <w:szCs w:val="22"/>
        </w:rPr>
        <w:t xml:space="preserve"> r. (termin podjęcia uchwały upływa z dniem </w:t>
      </w:r>
      <w:r>
        <w:rPr>
          <w:rFonts w:ascii="Arial" w:hAnsi="Arial" w:cs="Arial"/>
          <w:sz w:val="22"/>
          <w:szCs w:val="22"/>
        </w:rPr>
        <w:br/>
        <w:t>4 stycznia</w:t>
      </w:r>
      <w:r w:rsidRPr="00D839CC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4</w:t>
      </w:r>
      <w:r w:rsidRPr="00D839CC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>)</w:t>
      </w:r>
      <w:r w:rsidRPr="00D839CC">
        <w:rPr>
          <w:rFonts w:ascii="Arial" w:hAnsi="Arial" w:cs="Arial"/>
          <w:sz w:val="22"/>
          <w:szCs w:val="22"/>
        </w:rPr>
        <w:t xml:space="preserve"> </w:t>
      </w:r>
    </w:p>
    <w:p w:rsidR="00AD1E54" w:rsidRPr="000E519C" w:rsidRDefault="00AD1E54" w:rsidP="000E519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Default="00AD1E54" w:rsidP="003207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1E54" w:rsidRPr="00474F85" w:rsidRDefault="00AD1E54" w:rsidP="0053224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Przygotował:</w:t>
      </w:r>
    </w:p>
    <w:sectPr w:rsidR="00AD1E54" w:rsidRPr="00474F85" w:rsidSect="00E90950">
      <w:pgSz w:w="12240" w:h="15840" w:code="1"/>
      <w:pgMar w:top="1418" w:right="1418" w:bottom="1418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32ACE"/>
    <w:multiLevelType w:val="hybridMultilevel"/>
    <w:tmpl w:val="C39CE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630CC"/>
    <w:multiLevelType w:val="hybridMultilevel"/>
    <w:tmpl w:val="A0021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185"/>
    <w:multiLevelType w:val="hybridMultilevel"/>
    <w:tmpl w:val="60761F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B25E7D"/>
    <w:multiLevelType w:val="hybridMultilevel"/>
    <w:tmpl w:val="4BC8D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65047"/>
    <w:multiLevelType w:val="hybridMultilevel"/>
    <w:tmpl w:val="FA24D878"/>
    <w:lvl w:ilvl="0" w:tplc="441EC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A216C"/>
    <w:multiLevelType w:val="hybridMultilevel"/>
    <w:tmpl w:val="4BC8D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619E0"/>
    <w:multiLevelType w:val="hybridMultilevel"/>
    <w:tmpl w:val="4BC8D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81608"/>
    <w:multiLevelType w:val="hybridMultilevel"/>
    <w:tmpl w:val="4BC8D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37DE4"/>
    <w:multiLevelType w:val="hybridMultilevel"/>
    <w:tmpl w:val="E8EC284A"/>
    <w:lvl w:ilvl="0" w:tplc="E7B820BC">
      <w:start w:val="1"/>
      <w:numFmt w:val="bullet"/>
      <w:lvlText w:val="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ABF3ABE"/>
    <w:multiLevelType w:val="multilevel"/>
    <w:tmpl w:val="A5D0B44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4A0C"/>
    <w:rsid w:val="00001A6B"/>
    <w:rsid w:val="00002584"/>
    <w:rsid w:val="00003414"/>
    <w:rsid w:val="000039EB"/>
    <w:rsid w:val="00003E47"/>
    <w:rsid w:val="000147CB"/>
    <w:rsid w:val="000223CE"/>
    <w:rsid w:val="000277DE"/>
    <w:rsid w:val="0003103F"/>
    <w:rsid w:val="00032D66"/>
    <w:rsid w:val="00034263"/>
    <w:rsid w:val="0003432B"/>
    <w:rsid w:val="00037826"/>
    <w:rsid w:val="000437A8"/>
    <w:rsid w:val="00044A5D"/>
    <w:rsid w:val="0004502E"/>
    <w:rsid w:val="000502B2"/>
    <w:rsid w:val="00064625"/>
    <w:rsid w:val="00067915"/>
    <w:rsid w:val="000A5D03"/>
    <w:rsid w:val="000A60E6"/>
    <w:rsid w:val="000B06FC"/>
    <w:rsid w:val="000B16D5"/>
    <w:rsid w:val="000B21F5"/>
    <w:rsid w:val="000C5123"/>
    <w:rsid w:val="000C68EA"/>
    <w:rsid w:val="000C7DF0"/>
    <w:rsid w:val="000D5670"/>
    <w:rsid w:val="000E4406"/>
    <w:rsid w:val="000E519C"/>
    <w:rsid w:val="000E7995"/>
    <w:rsid w:val="000F09AB"/>
    <w:rsid w:val="000F2E1B"/>
    <w:rsid w:val="000F4842"/>
    <w:rsid w:val="0010248E"/>
    <w:rsid w:val="00102DA2"/>
    <w:rsid w:val="00103186"/>
    <w:rsid w:val="001055C6"/>
    <w:rsid w:val="00105AD0"/>
    <w:rsid w:val="00107CAD"/>
    <w:rsid w:val="0011315C"/>
    <w:rsid w:val="00125D3A"/>
    <w:rsid w:val="001273CB"/>
    <w:rsid w:val="00133A81"/>
    <w:rsid w:val="001355A3"/>
    <w:rsid w:val="00137518"/>
    <w:rsid w:val="00145BC3"/>
    <w:rsid w:val="00146BC6"/>
    <w:rsid w:val="00160D9C"/>
    <w:rsid w:val="00166CD7"/>
    <w:rsid w:val="001861CF"/>
    <w:rsid w:val="00187EF0"/>
    <w:rsid w:val="001940FF"/>
    <w:rsid w:val="001B1761"/>
    <w:rsid w:val="001C1C1D"/>
    <w:rsid w:val="001C7C8B"/>
    <w:rsid w:val="001D36DC"/>
    <w:rsid w:val="001D7756"/>
    <w:rsid w:val="001F2CF2"/>
    <w:rsid w:val="001F3641"/>
    <w:rsid w:val="00200E7C"/>
    <w:rsid w:val="00212AA4"/>
    <w:rsid w:val="00215821"/>
    <w:rsid w:val="00216703"/>
    <w:rsid w:val="00237F6D"/>
    <w:rsid w:val="00253299"/>
    <w:rsid w:val="00284A5B"/>
    <w:rsid w:val="00286664"/>
    <w:rsid w:val="00294272"/>
    <w:rsid w:val="00295BEE"/>
    <w:rsid w:val="002968B4"/>
    <w:rsid w:val="002A3A5A"/>
    <w:rsid w:val="002A44CB"/>
    <w:rsid w:val="002B2ABA"/>
    <w:rsid w:val="002B7821"/>
    <w:rsid w:val="002B7B64"/>
    <w:rsid w:val="002C695C"/>
    <w:rsid w:val="002C716A"/>
    <w:rsid w:val="002C73D4"/>
    <w:rsid w:val="002D2047"/>
    <w:rsid w:val="002F280C"/>
    <w:rsid w:val="002F2E17"/>
    <w:rsid w:val="002F3C0D"/>
    <w:rsid w:val="002F4769"/>
    <w:rsid w:val="002F57CE"/>
    <w:rsid w:val="002F7E46"/>
    <w:rsid w:val="00314274"/>
    <w:rsid w:val="003207A8"/>
    <w:rsid w:val="003214B8"/>
    <w:rsid w:val="00321C4D"/>
    <w:rsid w:val="00322301"/>
    <w:rsid w:val="00337FDC"/>
    <w:rsid w:val="003401FB"/>
    <w:rsid w:val="00350BB3"/>
    <w:rsid w:val="0035366D"/>
    <w:rsid w:val="003539C1"/>
    <w:rsid w:val="0035515C"/>
    <w:rsid w:val="0035725F"/>
    <w:rsid w:val="00363EF4"/>
    <w:rsid w:val="00370765"/>
    <w:rsid w:val="003870A7"/>
    <w:rsid w:val="00391393"/>
    <w:rsid w:val="00393487"/>
    <w:rsid w:val="00394CF2"/>
    <w:rsid w:val="00397B1C"/>
    <w:rsid w:val="003A4406"/>
    <w:rsid w:val="003A44AE"/>
    <w:rsid w:val="003A4E7C"/>
    <w:rsid w:val="003B0EA1"/>
    <w:rsid w:val="003B173D"/>
    <w:rsid w:val="003B40D8"/>
    <w:rsid w:val="003C3EB2"/>
    <w:rsid w:val="003D4D26"/>
    <w:rsid w:val="003D6ED0"/>
    <w:rsid w:val="003E2BEE"/>
    <w:rsid w:val="003E386F"/>
    <w:rsid w:val="003E71FE"/>
    <w:rsid w:val="003F0480"/>
    <w:rsid w:val="003F2B82"/>
    <w:rsid w:val="003F650C"/>
    <w:rsid w:val="00411223"/>
    <w:rsid w:val="00412DBF"/>
    <w:rsid w:val="004161BB"/>
    <w:rsid w:val="004229CD"/>
    <w:rsid w:val="00424463"/>
    <w:rsid w:val="004312E5"/>
    <w:rsid w:val="00436DD5"/>
    <w:rsid w:val="00464D83"/>
    <w:rsid w:val="00466FA2"/>
    <w:rsid w:val="004725C6"/>
    <w:rsid w:val="00474F85"/>
    <w:rsid w:val="00477FE6"/>
    <w:rsid w:val="00482555"/>
    <w:rsid w:val="004830EC"/>
    <w:rsid w:val="00484E07"/>
    <w:rsid w:val="00491CB2"/>
    <w:rsid w:val="004921E7"/>
    <w:rsid w:val="00494A50"/>
    <w:rsid w:val="004A26F0"/>
    <w:rsid w:val="004A6469"/>
    <w:rsid w:val="004C03ED"/>
    <w:rsid w:val="004E0C7C"/>
    <w:rsid w:val="004F1454"/>
    <w:rsid w:val="004F5530"/>
    <w:rsid w:val="004F60BC"/>
    <w:rsid w:val="004F6FFD"/>
    <w:rsid w:val="00506D06"/>
    <w:rsid w:val="005110B7"/>
    <w:rsid w:val="00513108"/>
    <w:rsid w:val="00513F52"/>
    <w:rsid w:val="005176AF"/>
    <w:rsid w:val="00517D6B"/>
    <w:rsid w:val="00521DE8"/>
    <w:rsid w:val="00521FF4"/>
    <w:rsid w:val="00524F11"/>
    <w:rsid w:val="00526CB6"/>
    <w:rsid w:val="00527828"/>
    <w:rsid w:val="00532246"/>
    <w:rsid w:val="00534534"/>
    <w:rsid w:val="00541156"/>
    <w:rsid w:val="00544E79"/>
    <w:rsid w:val="00553948"/>
    <w:rsid w:val="00557653"/>
    <w:rsid w:val="00557EE9"/>
    <w:rsid w:val="005647C5"/>
    <w:rsid w:val="00566B02"/>
    <w:rsid w:val="005673A2"/>
    <w:rsid w:val="0057686F"/>
    <w:rsid w:val="005863C4"/>
    <w:rsid w:val="00595A34"/>
    <w:rsid w:val="005975BC"/>
    <w:rsid w:val="005B0C76"/>
    <w:rsid w:val="005B17CA"/>
    <w:rsid w:val="005B6C00"/>
    <w:rsid w:val="005B74B8"/>
    <w:rsid w:val="005C45C8"/>
    <w:rsid w:val="005C775E"/>
    <w:rsid w:val="005D2377"/>
    <w:rsid w:val="005D4037"/>
    <w:rsid w:val="005D45A9"/>
    <w:rsid w:val="005E5242"/>
    <w:rsid w:val="005E52D0"/>
    <w:rsid w:val="005F07C6"/>
    <w:rsid w:val="005F279E"/>
    <w:rsid w:val="005F70A7"/>
    <w:rsid w:val="005F7C81"/>
    <w:rsid w:val="00601BA2"/>
    <w:rsid w:val="006031D8"/>
    <w:rsid w:val="006166A2"/>
    <w:rsid w:val="006209F0"/>
    <w:rsid w:val="00623563"/>
    <w:rsid w:val="00626BFC"/>
    <w:rsid w:val="00631257"/>
    <w:rsid w:val="00631F44"/>
    <w:rsid w:val="006322EC"/>
    <w:rsid w:val="00634AB8"/>
    <w:rsid w:val="00636997"/>
    <w:rsid w:val="006527E1"/>
    <w:rsid w:val="006537B7"/>
    <w:rsid w:val="006540A7"/>
    <w:rsid w:val="00654B1E"/>
    <w:rsid w:val="00656D2A"/>
    <w:rsid w:val="00660774"/>
    <w:rsid w:val="00660AC0"/>
    <w:rsid w:val="00664603"/>
    <w:rsid w:val="00664CDE"/>
    <w:rsid w:val="00666D44"/>
    <w:rsid w:val="00666D66"/>
    <w:rsid w:val="00670A97"/>
    <w:rsid w:val="00673078"/>
    <w:rsid w:val="006836F4"/>
    <w:rsid w:val="00684A18"/>
    <w:rsid w:val="00692D14"/>
    <w:rsid w:val="00697C73"/>
    <w:rsid w:val="006A17F2"/>
    <w:rsid w:val="006B0197"/>
    <w:rsid w:val="006B440C"/>
    <w:rsid w:val="006C6331"/>
    <w:rsid w:val="006D1BA9"/>
    <w:rsid w:val="006D47CC"/>
    <w:rsid w:val="006D5862"/>
    <w:rsid w:val="006D6C28"/>
    <w:rsid w:val="006D6F14"/>
    <w:rsid w:val="006E362A"/>
    <w:rsid w:val="00706B5A"/>
    <w:rsid w:val="0070769E"/>
    <w:rsid w:val="00707A55"/>
    <w:rsid w:val="00707F55"/>
    <w:rsid w:val="00711D48"/>
    <w:rsid w:val="00712661"/>
    <w:rsid w:val="00715947"/>
    <w:rsid w:val="00721480"/>
    <w:rsid w:val="00721E98"/>
    <w:rsid w:val="0072554B"/>
    <w:rsid w:val="00726070"/>
    <w:rsid w:val="00727900"/>
    <w:rsid w:val="00731433"/>
    <w:rsid w:val="00732132"/>
    <w:rsid w:val="0073339B"/>
    <w:rsid w:val="007510D7"/>
    <w:rsid w:val="00753CC3"/>
    <w:rsid w:val="0077069E"/>
    <w:rsid w:val="00774A31"/>
    <w:rsid w:val="00776A1A"/>
    <w:rsid w:val="007809B9"/>
    <w:rsid w:val="007827AF"/>
    <w:rsid w:val="007855AE"/>
    <w:rsid w:val="00796AD8"/>
    <w:rsid w:val="007A28AB"/>
    <w:rsid w:val="007A4D30"/>
    <w:rsid w:val="007A7D69"/>
    <w:rsid w:val="007B1130"/>
    <w:rsid w:val="007D1FF4"/>
    <w:rsid w:val="007E0A0A"/>
    <w:rsid w:val="007E1454"/>
    <w:rsid w:val="007E2CEE"/>
    <w:rsid w:val="007E3903"/>
    <w:rsid w:val="007F310A"/>
    <w:rsid w:val="007F5C22"/>
    <w:rsid w:val="0080040A"/>
    <w:rsid w:val="00800A30"/>
    <w:rsid w:val="00804718"/>
    <w:rsid w:val="00804834"/>
    <w:rsid w:val="008147D0"/>
    <w:rsid w:val="00815A2E"/>
    <w:rsid w:val="00830B27"/>
    <w:rsid w:val="00831481"/>
    <w:rsid w:val="00834DE5"/>
    <w:rsid w:val="008438F2"/>
    <w:rsid w:val="00846DAA"/>
    <w:rsid w:val="0084706D"/>
    <w:rsid w:val="00857B77"/>
    <w:rsid w:val="00861680"/>
    <w:rsid w:val="00861F98"/>
    <w:rsid w:val="00867537"/>
    <w:rsid w:val="00874120"/>
    <w:rsid w:val="0087506F"/>
    <w:rsid w:val="00876ED8"/>
    <w:rsid w:val="0087727D"/>
    <w:rsid w:val="00883BB1"/>
    <w:rsid w:val="00883DE5"/>
    <w:rsid w:val="008921D0"/>
    <w:rsid w:val="008A40A8"/>
    <w:rsid w:val="008A6084"/>
    <w:rsid w:val="008B7B3F"/>
    <w:rsid w:val="008B7FA9"/>
    <w:rsid w:val="008D4329"/>
    <w:rsid w:val="008D4C31"/>
    <w:rsid w:val="008D688A"/>
    <w:rsid w:val="008E4027"/>
    <w:rsid w:val="008E6498"/>
    <w:rsid w:val="008E6E65"/>
    <w:rsid w:val="008E7057"/>
    <w:rsid w:val="00901754"/>
    <w:rsid w:val="00917C85"/>
    <w:rsid w:val="009234AB"/>
    <w:rsid w:val="009234C1"/>
    <w:rsid w:val="009258B2"/>
    <w:rsid w:val="009408DC"/>
    <w:rsid w:val="009441F2"/>
    <w:rsid w:val="00944322"/>
    <w:rsid w:val="00945787"/>
    <w:rsid w:val="00945F99"/>
    <w:rsid w:val="0094685D"/>
    <w:rsid w:val="00951B88"/>
    <w:rsid w:val="00954A1F"/>
    <w:rsid w:val="009566A5"/>
    <w:rsid w:val="009626E1"/>
    <w:rsid w:val="00963918"/>
    <w:rsid w:val="00964EA3"/>
    <w:rsid w:val="00965FDB"/>
    <w:rsid w:val="0098546B"/>
    <w:rsid w:val="00987D47"/>
    <w:rsid w:val="009961C7"/>
    <w:rsid w:val="009A0001"/>
    <w:rsid w:val="009A330E"/>
    <w:rsid w:val="009A7BA3"/>
    <w:rsid w:val="009B108C"/>
    <w:rsid w:val="009B5D59"/>
    <w:rsid w:val="009C7593"/>
    <w:rsid w:val="009D5AC1"/>
    <w:rsid w:val="009E7AAD"/>
    <w:rsid w:val="009F0673"/>
    <w:rsid w:val="009F23DB"/>
    <w:rsid w:val="00A132FC"/>
    <w:rsid w:val="00A1442E"/>
    <w:rsid w:val="00A33E7D"/>
    <w:rsid w:val="00A34B2F"/>
    <w:rsid w:val="00A472A4"/>
    <w:rsid w:val="00A4785D"/>
    <w:rsid w:val="00A53B56"/>
    <w:rsid w:val="00A57235"/>
    <w:rsid w:val="00A57E94"/>
    <w:rsid w:val="00A60E1C"/>
    <w:rsid w:val="00A6111A"/>
    <w:rsid w:val="00A62909"/>
    <w:rsid w:val="00A718E0"/>
    <w:rsid w:val="00A80C90"/>
    <w:rsid w:val="00A83BA3"/>
    <w:rsid w:val="00A84B4B"/>
    <w:rsid w:val="00A950F9"/>
    <w:rsid w:val="00AA6805"/>
    <w:rsid w:val="00AB3495"/>
    <w:rsid w:val="00AB60C7"/>
    <w:rsid w:val="00AC1272"/>
    <w:rsid w:val="00AC1C33"/>
    <w:rsid w:val="00AC3751"/>
    <w:rsid w:val="00AC66CE"/>
    <w:rsid w:val="00AD1E54"/>
    <w:rsid w:val="00AD2A4D"/>
    <w:rsid w:val="00AD660F"/>
    <w:rsid w:val="00AE29DC"/>
    <w:rsid w:val="00AE735A"/>
    <w:rsid w:val="00AE7F93"/>
    <w:rsid w:val="00AF117C"/>
    <w:rsid w:val="00AF1223"/>
    <w:rsid w:val="00B01095"/>
    <w:rsid w:val="00B04426"/>
    <w:rsid w:val="00B13A72"/>
    <w:rsid w:val="00B17D0D"/>
    <w:rsid w:val="00B4457E"/>
    <w:rsid w:val="00B65BDC"/>
    <w:rsid w:val="00B71F09"/>
    <w:rsid w:val="00B75898"/>
    <w:rsid w:val="00B76E7D"/>
    <w:rsid w:val="00B77AD2"/>
    <w:rsid w:val="00B8416D"/>
    <w:rsid w:val="00B945B8"/>
    <w:rsid w:val="00B95A1E"/>
    <w:rsid w:val="00BA2A1B"/>
    <w:rsid w:val="00BA7572"/>
    <w:rsid w:val="00BB1172"/>
    <w:rsid w:val="00BB2395"/>
    <w:rsid w:val="00BB352B"/>
    <w:rsid w:val="00BC1CD3"/>
    <w:rsid w:val="00BC2F00"/>
    <w:rsid w:val="00BC353B"/>
    <w:rsid w:val="00BD5CB6"/>
    <w:rsid w:val="00BE7B3D"/>
    <w:rsid w:val="00BF06AD"/>
    <w:rsid w:val="00C02882"/>
    <w:rsid w:val="00C1220A"/>
    <w:rsid w:val="00C12AEB"/>
    <w:rsid w:val="00C1617C"/>
    <w:rsid w:val="00C20116"/>
    <w:rsid w:val="00C209C2"/>
    <w:rsid w:val="00C2203C"/>
    <w:rsid w:val="00C22F97"/>
    <w:rsid w:val="00C24132"/>
    <w:rsid w:val="00C25F68"/>
    <w:rsid w:val="00C34E08"/>
    <w:rsid w:val="00C37FA2"/>
    <w:rsid w:val="00C53EAB"/>
    <w:rsid w:val="00C6474B"/>
    <w:rsid w:val="00C73D4C"/>
    <w:rsid w:val="00C747CC"/>
    <w:rsid w:val="00C774EA"/>
    <w:rsid w:val="00C84D19"/>
    <w:rsid w:val="00C8569F"/>
    <w:rsid w:val="00C925BA"/>
    <w:rsid w:val="00C93488"/>
    <w:rsid w:val="00CA3F79"/>
    <w:rsid w:val="00CA4808"/>
    <w:rsid w:val="00CA4861"/>
    <w:rsid w:val="00CA6D3A"/>
    <w:rsid w:val="00CB1C90"/>
    <w:rsid w:val="00CB1E28"/>
    <w:rsid w:val="00CB7501"/>
    <w:rsid w:val="00CC19FD"/>
    <w:rsid w:val="00CC2FA1"/>
    <w:rsid w:val="00CC46F5"/>
    <w:rsid w:val="00CD42C4"/>
    <w:rsid w:val="00CD473A"/>
    <w:rsid w:val="00CE1211"/>
    <w:rsid w:val="00CF4C1D"/>
    <w:rsid w:val="00D003A9"/>
    <w:rsid w:val="00D0239B"/>
    <w:rsid w:val="00D04300"/>
    <w:rsid w:val="00D10506"/>
    <w:rsid w:val="00D12AD7"/>
    <w:rsid w:val="00D17039"/>
    <w:rsid w:val="00D374FC"/>
    <w:rsid w:val="00D41795"/>
    <w:rsid w:val="00D42FD4"/>
    <w:rsid w:val="00D439B4"/>
    <w:rsid w:val="00D45589"/>
    <w:rsid w:val="00D518CC"/>
    <w:rsid w:val="00D535F5"/>
    <w:rsid w:val="00D54FE1"/>
    <w:rsid w:val="00D569D2"/>
    <w:rsid w:val="00D60D11"/>
    <w:rsid w:val="00D64DCC"/>
    <w:rsid w:val="00D75637"/>
    <w:rsid w:val="00D7750E"/>
    <w:rsid w:val="00D823DD"/>
    <w:rsid w:val="00D82A40"/>
    <w:rsid w:val="00D8369D"/>
    <w:rsid w:val="00D839CC"/>
    <w:rsid w:val="00D8625D"/>
    <w:rsid w:val="00D87286"/>
    <w:rsid w:val="00D9124E"/>
    <w:rsid w:val="00DB4A0C"/>
    <w:rsid w:val="00DB4AD6"/>
    <w:rsid w:val="00DB503C"/>
    <w:rsid w:val="00DB62D5"/>
    <w:rsid w:val="00DC14CD"/>
    <w:rsid w:val="00DC1D68"/>
    <w:rsid w:val="00DE0E6F"/>
    <w:rsid w:val="00DE44B9"/>
    <w:rsid w:val="00DF323F"/>
    <w:rsid w:val="00E01184"/>
    <w:rsid w:val="00E06AEA"/>
    <w:rsid w:val="00E1576D"/>
    <w:rsid w:val="00E22DA0"/>
    <w:rsid w:val="00E23576"/>
    <w:rsid w:val="00E25C7C"/>
    <w:rsid w:val="00E33004"/>
    <w:rsid w:val="00E426DE"/>
    <w:rsid w:val="00E44922"/>
    <w:rsid w:val="00E50405"/>
    <w:rsid w:val="00E75B23"/>
    <w:rsid w:val="00E863AC"/>
    <w:rsid w:val="00E90950"/>
    <w:rsid w:val="00E960A3"/>
    <w:rsid w:val="00E966AE"/>
    <w:rsid w:val="00EA3928"/>
    <w:rsid w:val="00EA4E26"/>
    <w:rsid w:val="00EB01E8"/>
    <w:rsid w:val="00EB2603"/>
    <w:rsid w:val="00EC62D4"/>
    <w:rsid w:val="00EE1CC2"/>
    <w:rsid w:val="00EE4B59"/>
    <w:rsid w:val="00EF4757"/>
    <w:rsid w:val="00F03F73"/>
    <w:rsid w:val="00F04EC3"/>
    <w:rsid w:val="00F065E0"/>
    <w:rsid w:val="00F066F2"/>
    <w:rsid w:val="00F103C3"/>
    <w:rsid w:val="00F1307A"/>
    <w:rsid w:val="00F1552D"/>
    <w:rsid w:val="00F21B71"/>
    <w:rsid w:val="00F241B0"/>
    <w:rsid w:val="00F24EAB"/>
    <w:rsid w:val="00F31190"/>
    <w:rsid w:val="00F33977"/>
    <w:rsid w:val="00F339A2"/>
    <w:rsid w:val="00F40BD4"/>
    <w:rsid w:val="00F42928"/>
    <w:rsid w:val="00F56651"/>
    <w:rsid w:val="00F57277"/>
    <w:rsid w:val="00F6046F"/>
    <w:rsid w:val="00F62951"/>
    <w:rsid w:val="00F678F6"/>
    <w:rsid w:val="00F71949"/>
    <w:rsid w:val="00F76461"/>
    <w:rsid w:val="00F80B09"/>
    <w:rsid w:val="00F8516D"/>
    <w:rsid w:val="00F972C0"/>
    <w:rsid w:val="00FA5614"/>
    <w:rsid w:val="00FB658E"/>
    <w:rsid w:val="00FC2B0E"/>
    <w:rsid w:val="00FC4C18"/>
    <w:rsid w:val="00FE051B"/>
    <w:rsid w:val="00FF3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51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34DE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0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1CB2"/>
    <w:rPr>
      <w:sz w:val="2"/>
      <w:szCs w:val="2"/>
    </w:rPr>
  </w:style>
  <w:style w:type="character" w:customStyle="1" w:styleId="Teksttreci2Pogrubienie">
    <w:name w:val="Tekst treści (2) + Pogrubienie"/>
    <w:basedOn w:val="DefaultParagraphFont"/>
    <w:uiPriority w:val="99"/>
    <w:rsid w:val="003F2B82"/>
    <w:rPr>
      <w:b/>
      <w:bCs/>
      <w:sz w:val="27"/>
      <w:szCs w:val="27"/>
      <w:shd w:val="clear" w:color="auto" w:fill="FFFFFF"/>
    </w:rPr>
  </w:style>
  <w:style w:type="character" w:styleId="Strong">
    <w:name w:val="Strong"/>
    <w:aliases w:val="Tekst treści (2) + 11,5 pt"/>
    <w:basedOn w:val="DefaultParagraphFont"/>
    <w:uiPriority w:val="99"/>
    <w:qFormat/>
    <w:rsid w:val="003F2B82"/>
    <w:rPr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basedOn w:val="DefaultParagraphFont"/>
    <w:link w:val="Teksttreci0"/>
    <w:uiPriority w:val="99"/>
    <w:locked/>
    <w:rsid w:val="003207A8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"/>
    <w:link w:val="Teksttreci"/>
    <w:uiPriority w:val="99"/>
    <w:rsid w:val="003207A8"/>
    <w:pPr>
      <w:shd w:val="clear" w:color="auto" w:fill="FFFFFF"/>
      <w:spacing w:before="240" w:after="240" w:line="274" w:lineRule="exact"/>
      <w:jc w:val="both"/>
    </w:pPr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0E519C"/>
    <w:pPr>
      <w:ind w:left="720"/>
    </w:pPr>
    <w:rPr>
      <w:rFonts w:ascii="Arial Unicode MS" w:eastAsia="Arial Unicode MS" w:hAnsi="Arial Unicode MS" w:cs="Arial Unicode MS"/>
      <w:color w:val="000000"/>
      <w:sz w:val="22"/>
      <w:szCs w:val="22"/>
    </w:rPr>
  </w:style>
  <w:style w:type="character" w:customStyle="1" w:styleId="Teksttreci3">
    <w:name w:val="Tekst treści (3)_"/>
    <w:basedOn w:val="DefaultParagraphFont"/>
    <w:link w:val="Teksttreci30"/>
    <w:uiPriority w:val="99"/>
    <w:locked/>
    <w:rsid w:val="00125D3A"/>
    <w:rPr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"/>
    <w:link w:val="Teksttreci3"/>
    <w:uiPriority w:val="99"/>
    <w:rsid w:val="00125D3A"/>
    <w:pPr>
      <w:shd w:val="clear" w:color="auto" w:fill="FFFFFF"/>
      <w:spacing w:before="300" w:line="240" w:lineRule="atLeast"/>
      <w:ind w:hanging="340"/>
      <w:jc w:val="both"/>
    </w:pPr>
    <w:rPr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5</Pages>
  <Words>863</Words>
  <Characters>5179</Characters>
  <Application>Microsoft Office Outlook</Application>
  <DocSecurity>0</DocSecurity>
  <Lines>0</Lines>
  <Paragraphs>0</Paragraphs>
  <ScaleCrop>false</ScaleCrop>
  <Company>UMG Barlinek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UMG Barlinek</dc:creator>
  <cp:keywords/>
  <dc:description/>
  <cp:lastModifiedBy>romanl</cp:lastModifiedBy>
  <cp:revision>2</cp:revision>
  <cp:lastPrinted>2013-11-27T12:53:00Z</cp:lastPrinted>
  <dcterms:created xsi:type="dcterms:W3CDTF">2013-12-06T09:44:00Z</dcterms:created>
  <dcterms:modified xsi:type="dcterms:W3CDTF">2013-12-06T09:44:00Z</dcterms:modified>
</cp:coreProperties>
</file>